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6CEA46ED" w:rsidR="00F422D3" w:rsidRPr="00F93336" w:rsidRDefault="00F422D3" w:rsidP="00B42F40">
      <w:pPr>
        <w:pStyle w:val="Titul2"/>
        <w:rPr>
          <w:sz w:val="24"/>
          <w:szCs w:val="24"/>
        </w:rPr>
      </w:pPr>
      <w:r w:rsidRPr="00F93336">
        <w:rPr>
          <w:sz w:val="24"/>
          <w:szCs w:val="24"/>
        </w:rPr>
        <w:t>Název zakázky: „</w:t>
      </w:r>
      <w:r w:rsidR="00F93336" w:rsidRPr="00F93336">
        <w:rPr>
          <w:rFonts w:ascii="Verdana" w:hAnsi="Verdana"/>
          <w:sz w:val="24"/>
          <w:szCs w:val="24"/>
        </w:rPr>
        <w:t>Oprava TV v úseku Tábor –Bechyně“</w:t>
      </w:r>
      <w:r w:rsidR="00485CE8" w:rsidRPr="00F93336">
        <w:rPr>
          <w:sz w:val="24"/>
          <w:szCs w:val="24"/>
        </w:rPr>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1F223AD8"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29610B">
        <w:t>4</w:t>
      </w:r>
    </w:p>
    <w:p w14:paraId="030F6A35" w14:textId="6F63D12C" w:rsidR="00FB598F" w:rsidRDefault="00FB598F" w:rsidP="00FB598F">
      <w:pPr>
        <w:pStyle w:val="Textbezodsazen"/>
        <w:spacing w:after="0"/>
      </w:pPr>
      <w:r w:rsidRPr="0029610B">
        <w:t xml:space="preserve">evidenční číslo v RVZ: </w:t>
      </w:r>
      <w:r w:rsidR="00527E9E" w:rsidRPr="0029610B">
        <w:t>6542</w:t>
      </w:r>
      <w:r w:rsidR="00E1582C" w:rsidRPr="0029610B">
        <w:t>3</w:t>
      </w:r>
      <w:r w:rsidR="0029610B" w:rsidRPr="0029610B">
        <w:t>093</w:t>
      </w:r>
    </w:p>
    <w:p w14:paraId="5FC72C55" w14:textId="275D606D" w:rsidR="00B42F40" w:rsidRDefault="00FB598F" w:rsidP="00213AF7">
      <w:pPr>
        <w:pStyle w:val="Textbezodsazen"/>
        <w:spacing w:after="0"/>
      </w:pPr>
      <w:r>
        <w:t xml:space="preserve">číslo jednací: </w:t>
      </w:r>
      <w:proofErr w:type="gramStart"/>
      <w:r w:rsidR="00527E9E">
        <w:rPr>
          <w:highlight w:val="green"/>
        </w:rPr>
        <w:t>…….</w:t>
      </w:r>
      <w:proofErr w:type="gramEnd"/>
      <w:r w:rsidR="00527E9E">
        <w:rPr>
          <w:highlight w:val="green"/>
        </w:rPr>
        <w:t>./202</w:t>
      </w:r>
      <w:r w:rsidR="0029610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51882C13"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29610B">
        <w:t xml:space="preserve">65423093 </w:t>
      </w:r>
      <w:r w:rsidRPr="00F97DBD">
        <w:t xml:space="preserve">svůj úmysl zadat </w:t>
      </w:r>
      <w:r>
        <w:t xml:space="preserve">ve výběrovém řízení </w:t>
      </w:r>
      <w:r w:rsidRPr="00F97DBD">
        <w:t xml:space="preserve">veřejnou zakázku s názvem </w:t>
      </w:r>
      <w:r w:rsidR="0029610B" w:rsidRPr="00FC7BF6">
        <w:rPr>
          <w:rFonts w:ascii="Verdana" w:hAnsi="Verdana"/>
          <w:b/>
          <w:bCs/>
        </w:rPr>
        <w:t>„Oprava TV v úseku Tábor – Bechyně“</w:t>
      </w:r>
      <w:r w:rsidR="0029610B" w:rsidRPr="00F97DBD">
        <w:t xml:space="preserve"> </w:t>
      </w:r>
      <w:r w:rsidRPr="00F97DBD">
        <w:t>(dále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lastRenderedPageBreak/>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396EA8D1" w:rsidR="00F24489" w:rsidRDefault="00B84ECC" w:rsidP="00F24489">
      <w:pPr>
        <w:pStyle w:val="Textbezslovn"/>
      </w:pPr>
      <w:r w:rsidRPr="00165C1D">
        <w:t xml:space="preserve">Rekapitulace </w:t>
      </w:r>
      <w:r w:rsidR="00F24489" w:rsidRPr="00165C1D">
        <w:t xml:space="preserve">Ceny Díla dle </w:t>
      </w:r>
      <w:r w:rsidR="00A40CD0" w:rsidRPr="00165C1D">
        <w:t xml:space="preserve">objektů </w:t>
      </w:r>
      <w:r w:rsidR="00F24489" w:rsidRPr="00165C1D">
        <w:t xml:space="preserve">stavebních </w:t>
      </w:r>
      <w:r w:rsidR="00A40CD0" w:rsidRPr="00165C1D">
        <w:t xml:space="preserve">částí </w:t>
      </w:r>
      <w:r w:rsidR="00F24489" w:rsidRPr="00165C1D">
        <w:t>je uveden</w:t>
      </w:r>
      <w:r w:rsidRPr="00165C1D">
        <w:t>a</w:t>
      </w:r>
      <w:r w:rsidR="00F24489" w:rsidRPr="00165C1D">
        <w:t xml:space="preserve"> v </w:t>
      </w:r>
      <w:hyperlink w:anchor="ListAnnex04" w:history="1">
        <w:r w:rsidR="00F24489" w:rsidRPr="00165C1D">
          <w:rPr>
            <w:rStyle w:val="Hypertextovodkaz"/>
            <w:rFonts w:cs="Calibri"/>
            <w:color w:val="auto"/>
          </w:rPr>
          <w:t>Příloze č. 4</w:t>
        </w:r>
      </w:hyperlink>
      <w:r w:rsidR="00F24489" w:rsidRPr="00165C1D">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4A69F7AB" w:rsidR="00F24489" w:rsidRPr="00F24489" w:rsidRDefault="00F24489" w:rsidP="00F24489">
      <w:pPr>
        <w:pStyle w:val="Textbezslovn"/>
        <w:rPr>
          <w:b/>
        </w:rPr>
      </w:pPr>
      <w:r w:rsidRPr="00F24489">
        <w:rPr>
          <w:b/>
        </w:rPr>
        <w:t>Zahájení stavebních prací: dnem předání Staveniště dle odst. 4.1.</w:t>
      </w:r>
      <w:r w:rsidR="00165C1D">
        <w:rPr>
          <w:b/>
        </w:rPr>
        <w:t>3.1</w:t>
      </w:r>
      <w:r w:rsidRPr="00F24489">
        <w:rPr>
          <w:b/>
        </w:rPr>
        <w:t xml:space="preserve"> Přílohy č.2 b) Smlouvy.</w:t>
      </w:r>
    </w:p>
    <w:p w14:paraId="0998BA9A" w14:textId="42B3D4E4" w:rsidR="00FB598F" w:rsidRPr="00F24489" w:rsidRDefault="00856B99" w:rsidP="00F24489">
      <w:pPr>
        <w:pStyle w:val="Textbezslovn"/>
        <w:rPr>
          <w:b/>
        </w:rPr>
      </w:pPr>
      <w:r w:rsidRPr="00BF22E3">
        <w:rPr>
          <w:b/>
        </w:rPr>
        <w:t>Termín</w:t>
      </w:r>
      <w:r w:rsidR="00FB598F" w:rsidRPr="00BF22E3">
        <w:rPr>
          <w:b/>
        </w:rPr>
        <w:t xml:space="preserve"> dokončení díla je: </w:t>
      </w:r>
      <w:r w:rsidR="00BF22E3" w:rsidRPr="00BF22E3">
        <w:rPr>
          <w:b/>
        </w:rPr>
        <w:t>30. 11. 2024</w:t>
      </w:r>
    </w:p>
    <w:p w14:paraId="55AEC3BE" w14:textId="064C3049" w:rsidR="00F24489" w:rsidRDefault="00BF22E3" w:rsidP="00F24489">
      <w:pPr>
        <w:pStyle w:val="Textbezslovn"/>
      </w:pPr>
      <w:r w:rsidRPr="00BF22E3">
        <w:t>P</w:t>
      </w:r>
      <w:r w:rsidR="00F24489" w:rsidRPr="00BF22E3">
        <w:t>ředání osvědčení o bezpečnosti zpracovaného</w:t>
      </w:r>
      <w:r w:rsidR="00F24489" w:rsidRPr="00BF22E3">
        <w:rPr>
          <w:color w:val="FF0000"/>
        </w:rPr>
        <w:t xml:space="preserve"> </w:t>
      </w:r>
      <w:r w:rsidR="00F24489" w:rsidRPr="00BF22E3">
        <w:t xml:space="preserve">nezávislým posuzovatelem podle prováděcího nařízení Komise (EU) č. 402/2013 ze dne 30. dubna 2013 o společné </w:t>
      </w:r>
      <w:r w:rsidR="00F24489" w:rsidRPr="00BF22E3">
        <w:lastRenderedPageBreak/>
        <w:t xml:space="preserve">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BF22E3">
        <w:rPr>
          <w:b/>
        </w:rPr>
        <w:t>6 měsíců</w:t>
      </w:r>
      <w:r w:rsidR="00F24489" w:rsidRPr="00BF22E3">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35502D19" w:rsidR="00F24489" w:rsidRDefault="00F24489" w:rsidP="004E146C">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w:t>
      </w:r>
      <w:r w:rsidRPr="004E146C">
        <w:t>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2F86487A" w14:textId="77777777" w:rsidR="00F24489" w:rsidRPr="004E146C" w:rsidRDefault="00F24489" w:rsidP="00F24489">
      <w:pPr>
        <w:pStyle w:val="Text1-1"/>
      </w:pPr>
      <w:r w:rsidRPr="004E146C">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5CFB1BFB" w14:textId="16B287F6" w:rsidR="008E2B90" w:rsidRPr="00363633" w:rsidRDefault="005F1A5C" w:rsidP="00363633">
      <w:pPr>
        <w:pStyle w:val="Text1-1"/>
      </w:pPr>
      <w:r w:rsidRPr="00363633">
        <w:t xml:space="preserve">Objednatel nepožaduje předložení bankovní záruky za provedení Díla dle čl. 14 Obchodních podmínek ani bankovní záruky za odstranění vad dle čl. 15 Obchodních podmínek, ustanovení čl. </w:t>
      </w:r>
      <w:proofErr w:type="gramStart"/>
      <w:r w:rsidRPr="00363633">
        <w:t>14,  čl.</w:t>
      </w:r>
      <w:proofErr w:type="gramEnd"/>
      <w:r w:rsidRPr="00363633">
        <w:t xml:space="preserve"> 15, čl. 20.19 a čl. 21.1.3 Obchodních podmínek se tedy nepoužije.</w:t>
      </w:r>
      <w:r w:rsidR="008E2B90" w:rsidRPr="00363633">
        <w:t xml:space="preserve"> Části čl. 19.17 a 19.19 Obchodních podmínek týkající se nároků Objednatele z bankovní záruky za odstranění vad se taktéž nepoužijí.</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363633" w:rsidRDefault="00A90618" w:rsidP="00A90618">
      <w:pPr>
        <w:pStyle w:val="Text1-1"/>
      </w:pPr>
      <w:r w:rsidRPr="00363633">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w:t>
      </w:r>
      <w:r w:rsidRPr="00363633">
        <w:lastRenderedPageBreak/>
        <w:t>povinen poskytnout Objednateli a nově určenému zhotoviteli veškerou součinnost nezbytnou pro další provádění Díla.</w:t>
      </w:r>
    </w:p>
    <w:p w14:paraId="35AFE90A" w14:textId="7913A831" w:rsidR="00214C3E" w:rsidRPr="00363633" w:rsidRDefault="00214C3E" w:rsidP="00214C3E">
      <w:pPr>
        <w:pStyle w:val="Text1-1"/>
      </w:pPr>
      <w:bookmarkStart w:id="0" w:name="_Hlk98411341"/>
      <w:r w:rsidRPr="00363633">
        <w:t>Ustanovení bodu 9.2 až 9.5 a bodu 9.7. Obchodních podmínek, stejně jako související ustanovení týkající se přejímacích zkoušek, se nepoužijí.</w:t>
      </w:r>
    </w:p>
    <w:bookmarkEnd w:id="0"/>
    <w:p w14:paraId="0A37A22A" w14:textId="77777777" w:rsidR="00A1575E" w:rsidRPr="009A12BD" w:rsidRDefault="004904BE" w:rsidP="00A1575E">
      <w:pPr>
        <w:pStyle w:val="Text1-1"/>
      </w:pPr>
      <w:r w:rsidRPr="00363633">
        <w:t xml:space="preserve">Objednatel </w:t>
      </w:r>
      <w:r w:rsidR="00A1575E" w:rsidRPr="00363633">
        <w:t>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w:t>
      </w:r>
      <w:r w:rsidR="00A1575E" w:rsidRPr="009A12BD">
        <w:t xml:space="preserve">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48385EFD" w14:textId="4D302064"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33B12B37" w14:textId="77777777" w:rsidR="003C0C1D" w:rsidRPr="00000EE5" w:rsidRDefault="003C0C1D" w:rsidP="003C0C1D">
      <w:pPr>
        <w:pStyle w:val="Text1-1"/>
        <w:numPr>
          <w:ilvl w:val="1"/>
          <w:numId w:val="9"/>
        </w:numPr>
        <w:rPr>
          <w:rFonts w:eastAsia="Times New Roman" w:cs="Times New Roman"/>
        </w:rPr>
      </w:pPr>
      <w:r>
        <w:t>Zásady při nakládání s podezřelými předměty</w:t>
      </w:r>
    </w:p>
    <w:p w14:paraId="2ED3B001" w14:textId="77777777" w:rsidR="003C0C1D" w:rsidRDefault="003C0C1D" w:rsidP="003C0C1D">
      <w:pPr>
        <w:pStyle w:val="Text1-1"/>
        <w:numPr>
          <w:ilvl w:val="0"/>
          <w:numId w:val="0"/>
        </w:numPr>
        <w:ind w:left="737"/>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xml:space="preserve">. Pokud Zhotovitel bude zpracovávat na základě </w:t>
      </w:r>
      <w:r w:rsidRPr="00214C3E">
        <w:lastRenderedPageBreak/>
        <w:t>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w:t>
      </w:r>
      <w:r>
        <w:lastRenderedPageBreak/>
        <w:t>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5D8E8A74"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Díla zapojí celkem </w:t>
      </w:r>
      <w:r w:rsidR="00874B37" w:rsidRPr="00B42F40">
        <w:t>"</w:t>
      </w:r>
      <w:r w:rsidR="00874B37" w:rsidRPr="00B42F40">
        <w:rPr>
          <w:rStyle w:val="Tun"/>
        </w:rPr>
        <w:t>[</w:t>
      </w:r>
      <w:proofErr w:type="gramStart"/>
      <w:r w:rsidR="00874B37" w:rsidRPr="00B42F40">
        <w:rPr>
          <w:rStyle w:val="Tun"/>
          <w:highlight w:val="yellow"/>
        </w:rPr>
        <w:t>VLOŽÍ</w:t>
      </w:r>
      <w:proofErr w:type="gramEnd"/>
      <w:r w:rsidR="00874B37" w:rsidRPr="00B42F40">
        <w:rPr>
          <w:rStyle w:val="Tun"/>
          <w:highlight w:val="yellow"/>
        </w:rPr>
        <w:t xml:space="preserve"> ZHOTOVITEL</w:t>
      </w:r>
      <w:r w:rsidR="00874B37" w:rsidRPr="00B42F40">
        <w:rPr>
          <w:rStyle w:val="Tun"/>
        </w:rPr>
        <w:t>]</w:t>
      </w:r>
      <w:r w:rsidR="00874B37">
        <w:rPr>
          <w:rStyle w:val="Tun"/>
        </w:rPr>
        <w:t xml:space="preserve"> </w:t>
      </w:r>
      <w:r w:rsidR="00874B37" w:rsidRPr="002C6C11">
        <w:rPr>
          <w:rStyle w:val="Tun"/>
          <w:b w:val="0"/>
        </w:rPr>
        <w:t>osob</w:t>
      </w:r>
      <w:r w:rsidR="00874B37">
        <w:rPr>
          <w:rStyle w:val="Tun"/>
        </w:rPr>
        <w:t xml:space="preserve"> </w:t>
      </w:r>
      <w:r w:rsidR="00874B37" w:rsidRPr="002C6C11">
        <w:rPr>
          <w:rStyle w:val="Tun"/>
          <w:b w:val="0"/>
        </w:rPr>
        <w:t>znevýhodněných na trhu práce.</w:t>
      </w:r>
      <w:r w:rsidR="00200449">
        <w:rPr>
          <w:rStyle w:val="ZpatChar"/>
          <w:b/>
        </w:rPr>
        <w:t xml:space="preserve"> </w:t>
      </w:r>
      <w:r w:rsidR="00874B37">
        <w:rPr>
          <w:rStyle w:val="Tun"/>
          <w:b w:val="0"/>
        </w:rPr>
        <w:t xml:space="preserve">Osoby znevýhodněné na trhu práce jsou definované v Zadávací dokumentaci. V případě,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351C1D12" w14:textId="120B3F73" w:rsidR="00CD6D5C" w:rsidRDefault="00DC66BA" w:rsidP="00874B37">
      <w:pPr>
        <w:pStyle w:val="Text1-2"/>
        <w:rPr>
          <w:rStyle w:val="Tun"/>
          <w:b w:val="0"/>
        </w:rPr>
      </w:pPr>
      <w:r w:rsidRPr="00CD6D5C">
        <w:rPr>
          <w:rStyle w:val="Tun"/>
          <w:b w:val="0"/>
        </w:rPr>
        <w:t xml:space="preserve">Za </w:t>
      </w:r>
      <w:r w:rsidR="00CD6D5C">
        <w:rPr>
          <w:rStyle w:val="Tun"/>
          <w:b w:val="0"/>
        </w:rPr>
        <w:t xml:space="preserve">účelem splnění svých povinností dle předchozího odstavce vede Zhotovitel evidenci zapojení těchto osob </w:t>
      </w:r>
      <w:r w:rsidR="00CD6D5C" w:rsidRPr="00723C5A">
        <w:rPr>
          <w:rStyle w:val="Tun"/>
          <w:b w:val="0"/>
        </w:rPr>
        <w:t>znevýhodněných na trhu práce</w:t>
      </w:r>
      <w:r w:rsidR="00CD6D5C">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w:t>
      </w:r>
      <w:proofErr w:type="gramStart"/>
      <w:r w:rsidR="00CD6D5C">
        <w:rPr>
          <w:rStyle w:val="Tun"/>
          <w:b w:val="0"/>
        </w:rPr>
        <w:t>osob  Zhotovitel</w:t>
      </w:r>
      <w:proofErr w:type="gramEnd"/>
      <w:r w:rsidR="00CD6D5C">
        <w:rPr>
          <w:rStyle w:val="Tun"/>
          <w:b w:val="0"/>
        </w:rPr>
        <w:t xml:space="preserve"> eviduje počet hodin strávených </w:t>
      </w:r>
      <w:r w:rsidR="00CD6D5C" w:rsidRPr="00E35D32">
        <w:rPr>
          <w:rStyle w:val="Tun"/>
          <w:b w:val="0"/>
        </w:rPr>
        <w:t xml:space="preserve">při plnění pracovních úkolů souvisejících s realizací Díla zvlášť pro každou takovou osobu. Závazný vzor evidence zapojení znevýhodněných osob </w:t>
      </w:r>
      <w:proofErr w:type="gramStart"/>
      <w:r w:rsidR="00CD6D5C" w:rsidRPr="00E35D32">
        <w:rPr>
          <w:rStyle w:val="Tun"/>
          <w:b w:val="0"/>
        </w:rPr>
        <w:t>tvoří</w:t>
      </w:r>
      <w:proofErr w:type="gramEnd"/>
      <w:r w:rsidR="00CD6D5C" w:rsidRPr="00E35D32">
        <w:rPr>
          <w:rStyle w:val="Tun"/>
          <w:b w:val="0"/>
        </w:rPr>
        <w:t xml:space="preserve"> Přílohu č. </w:t>
      </w:r>
      <w:r w:rsidR="00D40316" w:rsidRPr="00E35D32">
        <w:rPr>
          <w:rStyle w:val="Tun"/>
          <w:b w:val="0"/>
        </w:rPr>
        <w:t>9</w:t>
      </w:r>
      <w:r w:rsidR="00CD6D5C" w:rsidRPr="00E35D32">
        <w:rPr>
          <w:rStyle w:val="Tun"/>
          <w:b w:val="0"/>
        </w:rPr>
        <w:t xml:space="preserve"> této Smlouvy.</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znevýhodněných osob, které mají být do plnění Díla zapojeny. Evidenci </w:t>
      </w:r>
      <w:r w:rsidR="00874B37" w:rsidRPr="00CD6D5C">
        <w:rPr>
          <w:rStyle w:val="Tun"/>
          <w:b w:val="0"/>
        </w:rPr>
        <w:lastRenderedPageBreak/>
        <w:t xml:space="preserve">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05D57426" w14:textId="77777777" w:rsidR="00874B37" w:rsidRPr="002C6C11" w:rsidRDefault="00874B37" w:rsidP="00874B37">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8B13EA6" w14:textId="77777777" w:rsidR="005F1A5C" w:rsidRPr="0029677D" w:rsidRDefault="005F1A5C" w:rsidP="005F1A5C">
      <w:pPr>
        <w:pStyle w:val="Text1-1"/>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BD31E9" w14:textId="77777777" w:rsidR="005F1A5C" w:rsidRPr="0029677D" w:rsidRDefault="005F1A5C" w:rsidP="005F1A5C">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2F3075B0" w14:textId="77777777" w:rsidR="005F1A5C" w:rsidRPr="0029677D" w:rsidRDefault="005F1A5C" w:rsidP="005F1A5C">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11FA3B3" w14:textId="77777777" w:rsidR="005F1A5C" w:rsidRPr="0029677D" w:rsidRDefault="005F1A5C" w:rsidP="005F1A5C">
      <w:pPr>
        <w:pStyle w:val="Text1-1"/>
      </w:pPr>
      <w:r w:rsidRPr="0029677D">
        <w:t xml:space="preserve">Zhotovitel se dále zavazuje postupovat při plnění této Smlouvy v souladu s Nařízením Rady (ES) č. 765/2006 ze dne 18. května 2006 o omezujících opatřeních </w:t>
      </w:r>
      <w:r w:rsidRPr="0029677D">
        <w:lastRenderedPageBreak/>
        <w:t>vzhledem k situaci v Bělorusku a k zapojení Běloruska do ruské agrese proti Ukrajině, ve znění pozdějších předpisů, a dalších prováděcích předpisů k tomuto nařízení Rady (EU) č. 269/2014.</w:t>
      </w:r>
    </w:p>
    <w:p w14:paraId="76684686" w14:textId="77777777" w:rsidR="005F1A5C" w:rsidRPr="0029677D" w:rsidRDefault="005F1A5C" w:rsidP="005F1A5C">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19666C7B" w14:textId="77777777" w:rsidR="005F1A5C" w:rsidRPr="0029677D" w:rsidRDefault="005F1A5C" w:rsidP="005F1A5C">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E35D32">
        <w:t>výši 5 % procent z Ceny Díla bez DPH sjednané dle této Smlouvy. Ustanovení § 2004 odst. 2</w:t>
      </w:r>
      <w:r w:rsidRPr="0029677D">
        <w:t xml:space="preserve">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1"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 xml:space="preserve">Pokud dojde ke změně v osobě Zhotovitele následkem právního nástupnictví v souvislosti s přeměnou Zhotovitele, jeho smrtí nebo převodem jeho závodu, popřípadě části závodu, je nový Zhotovitel povinen do 5 </w:t>
      </w:r>
      <w:r w:rsidRPr="007E2705">
        <w:lastRenderedPageBreak/>
        <w:t>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commentRangeStart w:id="2"/>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commentRangeEnd w:id="2"/>
      <w:r>
        <w:rPr>
          <w:rStyle w:val="Odkaznakoment"/>
          <w:rFonts w:ascii="Arial" w:eastAsia="Times New Roman" w:hAnsi="Arial" w:cs="Arial"/>
          <w:lang w:eastAsia="cs-CZ"/>
        </w:rPr>
        <w:commentReference w:id="2"/>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w:t>
      </w:r>
      <w:r w:rsidRPr="00516813">
        <w:lastRenderedPageBreak/>
        <w:t>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BA0E0A"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1D971454"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BA0E0A"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xml:space="preserve">) Zvláštní technické podmínky </w:t>
            </w:r>
            <w:r w:rsidR="00DC66BA" w:rsidRPr="00E35D32">
              <w:t>včetně příloh</w:t>
            </w:r>
          </w:p>
        </w:tc>
      </w:tr>
      <w:tr w:rsidR="00DC66BA" w:rsidRPr="00F97DBD" w14:paraId="3F0A1BED" w14:textId="77777777" w:rsidTr="00DC66BA">
        <w:trPr>
          <w:jc w:val="center"/>
        </w:trPr>
        <w:tc>
          <w:tcPr>
            <w:tcW w:w="2031" w:type="pct"/>
          </w:tcPr>
          <w:p w14:paraId="009EA50A" w14:textId="77777777" w:rsidR="00DC66BA" w:rsidRPr="00F97DBD" w:rsidRDefault="00BA0E0A"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BA0E0A"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038AC55D" w:rsidR="00DC66BA" w:rsidRPr="00F97DBD" w:rsidRDefault="00F12E17" w:rsidP="00DC66BA">
            <w:pPr>
              <w:pStyle w:val="Textbezslovn"/>
              <w:jc w:val="left"/>
            </w:pPr>
            <w:r>
              <w:t>Položkový soupis prací</w:t>
            </w:r>
          </w:p>
        </w:tc>
      </w:tr>
      <w:tr w:rsidR="00DC66BA" w:rsidRPr="00F97DBD" w14:paraId="4F574B6D" w14:textId="77777777" w:rsidTr="00DC66BA">
        <w:trPr>
          <w:jc w:val="center"/>
        </w:trPr>
        <w:tc>
          <w:tcPr>
            <w:tcW w:w="2031" w:type="pct"/>
          </w:tcPr>
          <w:p w14:paraId="6FC90E0E" w14:textId="77777777" w:rsidR="00DC66BA" w:rsidRPr="00F97DBD" w:rsidRDefault="00BA0E0A"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BA0E0A"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BA0E0A"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BA0E0A"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F97DBD" w:rsidRDefault="00D40316" w:rsidP="00D40316">
            <w:pPr>
              <w:pStyle w:val="Textbezslovn"/>
              <w:jc w:val="left"/>
            </w:pPr>
            <w:r w:rsidRPr="00FD6C7B">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51A28152" w:rsidR="00D40316" w:rsidRPr="00F97DBD" w:rsidRDefault="00D40316" w:rsidP="00DC66BA">
            <w:pPr>
              <w:pStyle w:val="Textbezslovn"/>
              <w:jc w:val="left"/>
            </w:pPr>
            <w:r w:rsidRPr="00E35D32">
              <w:rPr>
                <w:highlight w:val="yellow"/>
              </w:rPr>
              <w:t>Zmocnění Vedoucího Zhotovitele</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commentRangeStart w:id="3"/>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commentRangeEnd w:id="3"/>
            <w:r>
              <w:rPr>
                <w:rStyle w:val="Odkaznakoment"/>
                <w:rFonts w:ascii="Arial" w:eastAsia="Times New Roman" w:hAnsi="Arial" w:cs="Arial"/>
                <w:lang w:eastAsia="cs-CZ"/>
              </w:rPr>
              <w:commentReference w:id="3"/>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9"/>
          <w:footerReference w:type="default" r:id="rId20"/>
          <w:headerReference w:type="first" r:id="rId21"/>
          <w:footerReference w:type="first" r:id="rId22"/>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3"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BA0E0A" w:rsidRDefault="009F79CE" w:rsidP="00243BC3">
      <w:pPr>
        <w:pStyle w:val="Odstavec1-1a"/>
        <w:numPr>
          <w:ilvl w:val="0"/>
          <w:numId w:val="40"/>
        </w:numPr>
        <w:tabs>
          <w:tab w:val="clear" w:pos="1077"/>
        </w:tabs>
        <w:ind w:left="426" w:hanging="426"/>
      </w:pPr>
      <w:r w:rsidRPr="00BA0E0A">
        <w:t xml:space="preserve">Technické kvalitativní podmínky staveb státních drah (TKP) </w:t>
      </w:r>
    </w:p>
    <w:p w14:paraId="64C4548A" w14:textId="77777777" w:rsidR="009F79CE" w:rsidRPr="00BA0E0A" w:rsidRDefault="009F79CE" w:rsidP="009F79CE">
      <w:pPr>
        <w:pStyle w:val="Textbezslovn"/>
        <w:ind w:left="426"/>
      </w:pPr>
      <w:r w:rsidRPr="00BA0E0A">
        <w:t xml:space="preserve">Technické kvalitativní podmínky staveb státních drah (TKP) nejsou pevně připojeny ke Smlouvě, ale jsou přístupné na </w:t>
      </w:r>
      <w:hyperlink r:id="rId26" w:history="1">
        <w:r w:rsidRPr="00BA0E0A">
          <w:rPr>
            <w:rStyle w:val="Hypertextovodkaz"/>
            <w:noProof w:val="0"/>
          </w:rPr>
          <w:t>http://typdok.tudc.cz</w:t>
        </w:r>
      </w:hyperlink>
      <w:r w:rsidRPr="00BA0E0A">
        <w:t>; byly taktéž poskytnuty jako součást zadávací dokumentace uveřejněné na profilu zadavatele.</w:t>
      </w:r>
    </w:p>
    <w:p w14:paraId="5AEC17E2" w14:textId="77777777" w:rsidR="009F79CE" w:rsidRPr="00BA0E0A" w:rsidRDefault="009F79CE" w:rsidP="009F79CE">
      <w:pPr>
        <w:pStyle w:val="Textbezslovn"/>
        <w:ind w:left="426"/>
      </w:pPr>
      <w:r w:rsidRPr="00BA0E0A">
        <w:t xml:space="preserve">Smluvní strany podpisem této Smlouvy stvrzují, že jsou s obsahem TKP Staveb plně seznámeny a že v souladu s </w:t>
      </w:r>
      <w:proofErr w:type="spellStart"/>
      <w:r w:rsidRPr="00BA0E0A">
        <w:t>ust</w:t>
      </w:r>
      <w:proofErr w:type="spellEnd"/>
      <w:r w:rsidRPr="00BA0E0A">
        <w:t xml:space="preserve">. § 1751 občanského zákoníku TKP Staveb </w:t>
      </w:r>
      <w:proofErr w:type="gramStart"/>
      <w:r w:rsidRPr="00BA0E0A">
        <w:t>tvoří</w:t>
      </w:r>
      <w:proofErr w:type="gramEnd"/>
      <w:r w:rsidRPr="00BA0E0A">
        <w:t xml:space="preserve"> část obsahu Smlouvy. TKP Staveb jsou pro Zhotovitele závazné s aplikací platných předpisů uvedených v příslušné kapitole TKP Staveb.</w:t>
      </w:r>
    </w:p>
    <w:p w14:paraId="456107A7" w14:textId="77777777" w:rsidR="009F79CE" w:rsidRPr="00BA0E0A" w:rsidRDefault="009F79CE" w:rsidP="009F79CE">
      <w:pPr>
        <w:pStyle w:val="Odstavec1-1a"/>
        <w:numPr>
          <w:ilvl w:val="0"/>
          <w:numId w:val="29"/>
        </w:numPr>
        <w:tabs>
          <w:tab w:val="clear" w:pos="1077"/>
        </w:tabs>
        <w:ind w:left="426" w:hanging="426"/>
        <w:contextualSpacing w:val="0"/>
      </w:pPr>
      <w:r w:rsidRPr="00BA0E0A">
        <w:t>Zvláštní technické podmínky</w:t>
      </w:r>
    </w:p>
    <w:p w14:paraId="366F74A6" w14:textId="77777777" w:rsidR="009F79CE" w:rsidRPr="00BA0E0A" w:rsidRDefault="009F79CE" w:rsidP="009F79CE">
      <w:pPr>
        <w:pStyle w:val="Odstavec1-1a"/>
        <w:numPr>
          <w:ilvl w:val="0"/>
          <w:numId w:val="0"/>
        </w:numPr>
        <w:ind w:left="426"/>
        <w:contextualSpacing w:val="0"/>
        <w:jc w:val="left"/>
        <w:rPr>
          <w:bCs/>
        </w:rPr>
      </w:pPr>
      <w:r w:rsidRPr="00BA0E0A">
        <w:t>Zvláštní technické podmínky nejsou</w:t>
      </w:r>
      <w:r w:rsidRPr="00BA0E0A">
        <w:rPr>
          <w:bCs/>
        </w:rPr>
        <w:t xml:space="preserve"> pevně připojeny ke Smlouvě, zhotovitel </w:t>
      </w:r>
      <w:r w:rsidRPr="00BA0E0A">
        <w:t xml:space="preserve">Zvláštní technické podmínky </w:t>
      </w:r>
      <w:r w:rsidRPr="00BA0E0A">
        <w:rPr>
          <w:bCs/>
        </w:rPr>
        <w:t xml:space="preserve">obdržel společně se zadávací dokumentací prostřednictvím profilu zadavatele </w:t>
      </w:r>
      <w:hyperlink r:id="rId27" w:history="1">
        <w:r w:rsidRPr="00BA0E0A">
          <w:rPr>
            <w:rStyle w:val="Hypertextovodkaz"/>
            <w:bCs/>
            <w:noProof w:val="0"/>
          </w:rPr>
          <w:t>https://zakazky.spravazeleznic.cz/</w:t>
        </w:r>
      </w:hyperlink>
      <w:r w:rsidRPr="00BA0E0A">
        <w:rPr>
          <w:bCs/>
        </w:rPr>
        <w:t>.</w:t>
      </w:r>
    </w:p>
    <w:p w14:paraId="6CDADC1E" w14:textId="77777777" w:rsidR="009F79CE" w:rsidRPr="00935FE2" w:rsidRDefault="009F79CE" w:rsidP="009F79CE">
      <w:pPr>
        <w:pStyle w:val="Odstavec1-1a"/>
        <w:numPr>
          <w:ilvl w:val="0"/>
          <w:numId w:val="0"/>
        </w:numPr>
        <w:ind w:left="426"/>
        <w:contextualSpacing w:val="0"/>
      </w:pPr>
      <w:r w:rsidRPr="00BA0E0A">
        <w:t xml:space="preserve">Smluvní strany podpisem této Smlouvy stvrzují, že jsou pro ně Zvláštní technické podmínky závazné, že jsou s jejich obsahem plně seznámeny a že v souladu s </w:t>
      </w:r>
      <w:proofErr w:type="spellStart"/>
      <w:r w:rsidRPr="00BA0E0A">
        <w:t>ust</w:t>
      </w:r>
      <w:proofErr w:type="spellEnd"/>
      <w:r w:rsidRPr="00BA0E0A">
        <w:t xml:space="preserve">. § 1751 občanského zákoníku </w:t>
      </w:r>
      <w:proofErr w:type="gramStart"/>
      <w:r w:rsidRPr="00BA0E0A">
        <w:t>tvoří</w:t>
      </w:r>
      <w:proofErr w:type="gramEnd"/>
      <w:r w:rsidRPr="00BA0E0A">
        <w:t xml:space="preserve"> Zvláštní technické podmínky část obsahu Smlouvy.</w:t>
      </w:r>
    </w:p>
    <w:p w14:paraId="233B669B" w14:textId="77777777" w:rsidR="006C0BB6" w:rsidRDefault="00E463D2" w:rsidP="00F762A8">
      <w:pPr>
        <w:pStyle w:val="Nadpisbezsl1-1"/>
        <w:sectPr w:rsidR="006C0BB6"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14B22336" w:rsidR="00E463D2" w:rsidRPr="00F97DBD" w:rsidRDefault="009F79CE" w:rsidP="00E463D2">
      <w:pPr>
        <w:pStyle w:val="Nadpisbezsl1-2"/>
      </w:pPr>
      <w:r>
        <w:t>NEOBSAZEN</w:t>
      </w:r>
      <w:r w:rsidR="00BA0E0A">
        <w:t>A</w:t>
      </w:r>
    </w:p>
    <w:p w14:paraId="31918583" w14:textId="2A76B42C" w:rsidR="006C0BB6" w:rsidRDefault="006C0BB6" w:rsidP="00E463D2">
      <w:pPr>
        <w:pStyle w:val="Odrka1-2-"/>
        <w:rPr>
          <w:highlight w:val="green"/>
        </w:rPr>
        <w:sectPr w:rsidR="006C0BB6" w:rsidSect="004E70C8">
          <w:footerReference w:type="default" r:id="rId30"/>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4500764A" w14:textId="77777777"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p>
    <w:p w14:paraId="6F8BCABF" w14:textId="77777777" w:rsidR="00F12E17" w:rsidRDefault="00F12E17" w:rsidP="00F12E17">
      <w:pPr>
        <w:pStyle w:val="Odrka1-1"/>
        <w:numPr>
          <w:ilvl w:val="0"/>
          <w:numId w:val="0"/>
        </w:numPr>
        <w:ind w:left="426"/>
        <w:rPr>
          <w:b/>
          <w:highlight w:val="green"/>
        </w:rPr>
      </w:pPr>
    </w:p>
    <w:p w14:paraId="530396C3" w14:textId="341A49BE" w:rsidR="009F79CE" w:rsidRPr="00480085" w:rsidRDefault="009F79CE" w:rsidP="009F79CE">
      <w:pPr>
        <w:pStyle w:val="Odrka1-1"/>
        <w:numPr>
          <w:ilvl w:val="0"/>
          <w:numId w:val="6"/>
        </w:numPr>
        <w:tabs>
          <w:tab w:val="clear" w:pos="1077"/>
          <w:tab w:val="num" w:pos="426"/>
        </w:tabs>
        <w:ind w:left="426" w:hanging="426"/>
        <w:rPr>
          <w:b/>
          <w:highlight w:val="green"/>
        </w:rPr>
      </w:pPr>
      <w:r w:rsidRPr="00480085">
        <w:rPr>
          <w:b/>
          <w:highlight w:val="green"/>
        </w:rPr>
        <w:t xml:space="preserve">Rekapitulace </w:t>
      </w:r>
      <w:r w:rsidR="00480085" w:rsidRPr="00480085">
        <w:rPr>
          <w:b/>
          <w:highlight w:val="green"/>
        </w:rPr>
        <w:t>ceny Díla dle objektů stavebních částí (SO) a objektů provozních částí (PS):</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31"/>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2"/>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35E65FAB" w14:textId="2143ABFD" w:rsidR="00502690" w:rsidRDefault="00502690" w:rsidP="00502690">
      <w:pPr>
        <w:pStyle w:val="Textbezodsazen"/>
      </w:pP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7BF7CD4" w14:textId="77777777" w:rsidR="002038D5" w:rsidRPr="00F95FBD" w:rsidRDefault="002038D5" w:rsidP="002038D5">
      <w:pPr>
        <w:pStyle w:val="Textbezodsazen"/>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F265907"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00BA0E0A">
              <w:rPr>
                <w:sz w:val="18"/>
              </w:rPr>
              <w:t>.</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437118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BA0E0A">
              <w:rPr>
                <w:rFonts w:eastAsia="Times New Roman" w:cs="Calibri"/>
                <w:sz w:val="18"/>
                <w:lang w:eastAsia="cs-CZ"/>
              </w:rPr>
              <w:t>M</w:t>
            </w:r>
            <w:r w:rsidR="002C7A28" w:rsidRPr="00BA0E0A">
              <w:rPr>
                <w:rFonts w:eastAsia="Times New Roman" w:cs="Calibri"/>
                <w:sz w:val="18"/>
                <w:lang w:eastAsia="cs-CZ"/>
              </w:rPr>
              <w:t xml:space="preserve">inimálně </w:t>
            </w:r>
            <w:r w:rsidR="00BA0E0A" w:rsidRPr="00BA0E0A">
              <w:rPr>
                <w:rFonts w:eastAsia="Times New Roman" w:cs="Calibri"/>
                <w:sz w:val="18"/>
                <w:lang w:eastAsia="cs-CZ"/>
              </w:rPr>
              <w:t>5</w:t>
            </w:r>
            <w:r w:rsidR="002C7A28" w:rsidRPr="00BA0E0A">
              <w:rPr>
                <w:rFonts w:eastAsia="Times New Roman" w:cs="Calibri"/>
                <w:color w:val="000000"/>
                <w:sz w:val="18"/>
                <w:lang w:eastAsia="cs-CZ"/>
              </w:rPr>
              <w:t xml:space="preserve"> mil. Kč</w:t>
            </w:r>
            <w:r w:rsidR="002C7A28" w:rsidRPr="00BA0E0A">
              <w:rPr>
                <w:rFonts w:eastAsia="Times New Roman" w:cs="Calibri"/>
                <w:sz w:val="18"/>
                <w:lang w:eastAsia="cs-CZ"/>
              </w:rPr>
              <w:t xml:space="preserve"> na jednu pojistnou událost a </w:t>
            </w:r>
            <w:r w:rsidR="00BA0E0A" w:rsidRPr="00BA0E0A">
              <w:rPr>
                <w:rFonts w:eastAsia="Times New Roman" w:cs="Calibri"/>
                <w:sz w:val="18"/>
                <w:lang w:eastAsia="cs-CZ"/>
              </w:rPr>
              <w:t>5</w:t>
            </w:r>
            <w:r w:rsidR="002C7A28" w:rsidRPr="00BA0E0A">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4"/>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5"/>
          <w:footerReference w:type="default" r:id="rId36"/>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Default="00D40316" w:rsidP="00D40316">
      <w:pPr>
        <w:pStyle w:val="Nadpisbezsl1-2"/>
      </w:pPr>
      <w:r w:rsidRPr="00FD6C7B">
        <w:t>Závazný vzor evidence zapojení znevýhodněných osob</w:t>
      </w:r>
    </w:p>
    <w:p w14:paraId="68B399E7" w14:textId="77777777" w:rsidR="00D40316" w:rsidRPr="00316563" w:rsidRDefault="00D40316" w:rsidP="00D40316">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7"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4D2432E5" w14:textId="77777777" w:rsidR="00D40316" w:rsidRPr="004F2898" w:rsidRDefault="00D40316" w:rsidP="00D40316">
      <w:pPr>
        <w:pStyle w:val="Textbezodsazen"/>
      </w:pPr>
      <w:r w:rsidRPr="00316563">
        <w:rPr>
          <w:highlight w:val="green"/>
        </w:rPr>
        <w:t>Smluvní strany podpisem této Smlouvy stvrzují, že je pro ně vzor evidence zapojení znevýhodněných osob závazný</w:t>
      </w:r>
      <w:r>
        <w:rPr>
          <w:highlight w:val="green"/>
        </w:rPr>
        <w:t xml:space="preserve"> a</w:t>
      </w:r>
      <w:r w:rsidRPr="00316563">
        <w:rPr>
          <w:highlight w:val="green"/>
        </w:rPr>
        <w:t xml:space="preserve"> že jsou s jeho obsahem plně seznámeny</w:t>
      </w:r>
      <w:r>
        <w:rPr>
          <w:highlight w:val="green"/>
        </w:rPr>
        <w:t>.</w:t>
      </w:r>
    </w:p>
    <w:p w14:paraId="6DF8D3AE" w14:textId="77777777" w:rsidR="00FB5D1E" w:rsidRDefault="00FB5D1E" w:rsidP="00FB5D1E">
      <w:pPr>
        <w:pStyle w:val="Nadpisbezsl1-2"/>
        <w:sectPr w:rsidR="00FB5D1E" w:rsidSect="004E70C8">
          <w:footerReference w:type="default" r:id="rId38"/>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7777777" w:rsidR="00D40316" w:rsidRDefault="00D40316" w:rsidP="00D40316">
      <w:pPr>
        <w:pStyle w:val="Nadpisbezsl1-2"/>
      </w:pPr>
      <w:r>
        <w:t>Zmocnění Vedoucího zhotovitele</w:t>
      </w:r>
    </w:p>
    <w:p w14:paraId="27B241E8" w14:textId="77777777" w:rsidR="00D40316" w:rsidRDefault="00D40316" w:rsidP="00D40316">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7C971727" w14:textId="77777777" w:rsidR="00D40316" w:rsidRDefault="00D40316" w:rsidP="00D40316">
      <w:pPr>
        <w:pStyle w:val="Textbezodsazen"/>
      </w:pPr>
    </w:p>
    <w:p w14:paraId="4B602402" w14:textId="77777777" w:rsidR="00D40316" w:rsidRPr="007D6EDF" w:rsidRDefault="00D40316" w:rsidP="00D40316">
      <w:pPr>
        <w:pStyle w:val="Textbezodsazen"/>
        <w:rPr>
          <w:highlight w:val="green"/>
        </w:rPr>
      </w:pPr>
      <w:r w:rsidRPr="007D6EDF">
        <w:rPr>
          <w:highlight w:val="green"/>
        </w:rPr>
        <w:t>[Varianta pro digitální smlouvy]:</w:t>
      </w:r>
    </w:p>
    <w:p w14:paraId="42524FD8" w14:textId="77777777" w:rsidR="00D40316" w:rsidRDefault="00D40316" w:rsidP="00D40316">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127E87CE" w14:textId="2BA6A9ED" w:rsidR="006224A2" w:rsidRPr="006224A2" w:rsidRDefault="006224A2" w:rsidP="006224A2">
      <w:pPr>
        <w:tabs>
          <w:tab w:val="left" w:pos="7173"/>
        </w:tabs>
      </w:pPr>
      <w:r>
        <w:tab/>
      </w:r>
    </w:p>
    <w:sectPr w:rsidR="006224A2" w:rsidRPr="006224A2" w:rsidSect="004E70C8">
      <w:headerReference w:type="default" r:id="rId39"/>
      <w:footerReference w:type="default" r:id="rId40"/>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Pospíchal Jan, Mgr." w:date="2020-12-17T14:22:00Z" w:initials="PJM">
    <w:p w14:paraId="6E1D9EC7" w14:textId="77777777" w:rsidR="00FB5D1E" w:rsidRDefault="00FB5D1E" w:rsidP="00FF21FC">
      <w:pPr>
        <w:pStyle w:val="Textkomente"/>
      </w:pPr>
      <w:r>
        <w:rPr>
          <w:rStyle w:val="Odkaznakoment"/>
        </w:rPr>
        <w:annotationRef/>
      </w:r>
      <w:r w:rsidRPr="00E70DF3">
        <w:t>Upraví se dle toho, zda bude smlouva uzavírána v elektronické či listinné podobě.</w:t>
      </w:r>
    </w:p>
  </w:comment>
  <w:comment w:id="3" w:author="Kabátová Jana, Mgr." w:date="2021-10-01T09:24:00Z" w:initials="KJM">
    <w:p w14:paraId="58F33F9C" w14:textId="7799DB5C" w:rsidR="00FB5D1E" w:rsidRDefault="00FB5D1E">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1D9EC7" w15:done="0"/>
  <w15:commentEx w15:paraId="58F33F9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87FAA6" w16cex:dateUtc="2020-12-17T13:22:00Z"/>
  <w16cex:commentExtensible w16cex:durableId="2587FAA7" w16cex:dateUtc="2021-10-01T07: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1D9EC7" w16cid:durableId="2587FAA6"/>
  <w16cid:commentId w16cid:paraId="58F33F9C" w16cid:durableId="2587FAA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6F6E8D4A"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E0A">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6ED4F05F"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E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452CE3FF"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E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6FEFB030"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E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5FC31268"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E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0359ACD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E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41996178"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E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11A4D16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E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52A618A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E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1C0691BB"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E0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51BC559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0E0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19"/>
  </w:num>
  <w:num w:numId="4" w16cid:durableId="2007440185">
    <w:abstractNumId w:val="9"/>
  </w:num>
  <w:num w:numId="5" w16cid:durableId="17023209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6"/>
  </w:num>
  <w:num w:numId="8" w16cid:durableId="1236822027">
    <w:abstractNumId w:val="18"/>
  </w:num>
  <w:num w:numId="9" w16cid:durableId="1380520109">
    <w:abstractNumId w:val="0"/>
  </w:num>
  <w:num w:numId="10" w16cid:durableId="900990170">
    <w:abstractNumId w:val="4"/>
  </w:num>
  <w:num w:numId="11" w16cid:durableId="90662422">
    <w:abstractNumId w:val="20"/>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6"/>
  </w:num>
  <w:num w:numId="19" w16cid:durableId="1358265765">
    <w:abstractNumId w:val="16"/>
  </w:num>
  <w:num w:numId="20" w16cid:durableId="1444106149">
    <w:abstractNumId w:val="16"/>
  </w:num>
  <w:num w:numId="21" w16cid:durableId="2102067620">
    <w:abstractNumId w:val="18"/>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0"/>
  </w:num>
  <w:num w:numId="27" w16cid:durableId="1222599493">
    <w:abstractNumId w:val="13"/>
  </w:num>
  <w:num w:numId="28" w16cid:durableId="836044755">
    <w:abstractNumId w:val="3"/>
  </w:num>
  <w:num w:numId="29" w16cid:durableId="1413179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4"/>
  </w:num>
  <w:num w:numId="31" w16cid:durableId="12092248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7"/>
  </w:num>
  <w:num w:numId="33" w16cid:durableId="14439120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ospíchal Jan, Mgr.">
    <w15:presenceInfo w15:providerId="Windows Live" w15:userId="5117a8fe24c79d8a"/>
  </w15:person>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65C1D"/>
    <w:rsid w:val="00166C01"/>
    <w:rsid w:val="00170EC5"/>
    <w:rsid w:val="001747C1"/>
    <w:rsid w:val="00177D6B"/>
    <w:rsid w:val="001913F8"/>
    <w:rsid w:val="00191F90"/>
    <w:rsid w:val="001A4E40"/>
    <w:rsid w:val="001B4E74"/>
    <w:rsid w:val="001C2F27"/>
    <w:rsid w:val="001C3314"/>
    <w:rsid w:val="001C645F"/>
    <w:rsid w:val="001E678E"/>
    <w:rsid w:val="00200449"/>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9610B"/>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63633"/>
    <w:rsid w:val="0037545D"/>
    <w:rsid w:val="0037784C"/>
    <w:rsid w:val="00381EFC"/>
    <w:rsid w:val="00392910"/>
    <w:rsid w:val="00392EB6"/>
    <w:rsid w:val="003956C6"/>
    <w:rsid w:val="003A197F"/>
    <w:rsid w:val="003A407B"/>
    <w:rsid w:val="003B054D"/>
    <w:rsid w:val="003C0C1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146C"/>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224A2"/>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B7567"/>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75EE1"/>
    <w:rsid w:val="00B77481"/>
    <w:rsid w:val="00B84ECC"/>
    <w:rsid w:val="00B8518B"/>
    <w:rsid w:val="00B955DF"/>
    <w:rsid w:val="00B97CC3"/>
    <w:rsid w:val="00BA0E0A"/>
    <w:rsid w:val="00BC06C4"/>
    <w:rsid w:val="00BD4EB5"/>
    <w:rsid w:val="00BD7E91"/>
    <w:rsid w:val="00BD7F0D"/>
    <w:rsid w:val="00BF22E3"/>
    <w:rsid w:val="00C02D0A"/>
    <w:rsid w:val="00C03A6E"/>
    <w:rsid w:val="00C1242D"/>
    <w:rsid w:val="00C226C0"/>
    <w:rsid w:val="00C26A57"/>
    <w:rsid w:val="00C37459"/>
    <w:rsid w:val="00C42FE6"/>
    <w:rsid w:val="00C44F6A"/>
    <w:rsid w:val="00C45470"/>
    <w:rsid w:val="00C53E07"/>
    <w:rsid w:val="00C55CEB"/>
    <w:rsid w:val="00C6198E"/>
    <w:rsid w:val="00C65C67"/>
    <w:rsid w:val="00C67B70"/>
    <w:rsid w:val="00C708EA"/>
    <w:rsid w:val="00C778A5"/>
    <w:rsid w:val="00C95162"/>
    <w:rsid w:val="00CA6366"/>
    <w:rsid w:val="00CB4F6D"/>
    <w:rsid w:val="00CB6A37"/>
    <w:rsid w:val="00CB7684"/>
    <w:rsid w:val="00CC24FE"/>
    <w:rsid w:val="00CC7C8F"/>
    <w:rsid w:val="00CD1FC4"/>
    <w:rsid w:val="00CD6D5C"/>
    <w:rsid w:val="00D034A0"/>
    <w:rsid w:val="00D1366C"/>
    <w:rsid w:val="00D16407"/>
    <w:rsid w:val="00D16C9D"/>
    <w:rsid w:val="00D21061"/>
    <w:rsid w:val="00D32554"/>
    <w:rsid w:val="00D37786"/>
    <w:rsid w:val="00D4031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35D32"/>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6BA6"/>
    <w:rsid w:val="00F93336"/>
    <w:rsid w:val="00F95FBD"/>
    <w:rsid w:val="00FA793F"/>
    <w:rsid w:val="00FB0D7B"/>
    <w:rsid w:val="00FB53E0"/>
    <w:rsid w:val="00FB598F"/>
    <w:rsid w:val="00FB5D1E"/>
    <w:rsid w:val="00FB6342"/>
    <w:rsid w:val="00FC0FB0"/>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microsoft.com/office/2018/08/relationships/commentsExtensible" Target="commentsExtensible.xml"/><Relationship Id="rId26" Type="http://schemas.openxmlformats.org/officeDocument/2006/relationships/hyperlink" Target="http://typdok.tudc.cz" TargetMode="External"/><Relationship Id="rId39"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9.xm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footer" Target="footer3.xml"/><Relationship Id="rId33" Type="http://schemas.openxmlformats.org/officeDocument/2006/relationships/footer" Target="footer8.xml"/><Relationship Id="rId38" Type="http://schemas.openxmlformats.org/officeDocument/2006/relationships/footer" Target="footer1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29" Type="http://schemas.openxmlformats.org/officeDocument/2006/relationships/footer" Target="footer4.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32" Type="http://schemas.openxmlformats.org/officeDocument/2006/relationships/footer" Target="footer7.xml"/><Relationship Id="rId37" Type="http://schemas.openxmlformats.org/officeDocument/2006/relationships/hyperlink" Target="https://zakazky.spravazeleznic.cz/" TargetMode="External"/><Relationship Id="rId40"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zakazky.spravazeleznic.cz/" TargetMode="External"/><Relationship Id="rId28" Type="http://schemas.openxmlformats.org/officeDocument/2006/relationships/header" Target="head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1.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2.xml"/><Relationship Id="rId27" Type="http://schemas.openxmlformats.org/officeDocument/2006/relationships/hyperlink" Target="https://zakazky.spravazeleznic.cz/" TargetMode="External"/><Relationship Id="rId30" Type="http://schemas.openxmlformats.org/officeDocument/2006/relationships/footer" Target="footer5.xml"/><Relationship Id="rId35" Type="http://schemas.openxmlformats.org/officeDocument/2006/relationships/header" Target="header5.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612</TotalTime>
  <Pages>22</Pages>
  <Words>5998</Words>
  <Characters>35393</Characters>
  <Application>Microsoft Office Word</Application>
  <DocSecurity>0</DocSecurity>
  <Lines>294</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97</cp:revision>
  <cp:lastPrinted>2019-09-27T11:09:00Z</cp:lastPrinted>
  <dcterms:created xsi:type="dcterms:W3CDTF">2019-03-19T08:45:00Z</dcterms:created>
  <dcterms:modified xsi:type="dcterms:W3CDTF">2023-12-13T11:05:00Z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